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610718">
        <w:rPr>
          <w:b/>
        </w:rPr>
        <w:t>„</w:t>
      </w:r>
      <w:bookmarkEnd w:id="0"/>
      <w:r w:rsidR="00610718" w:rsidRPr="00610718">
        <w:rPr>
          <w:b/>
        </w:rPr>
        <w:t>Nákup vysokotlakého mycího zařízení</w:t>
      </w:r>
      <w:r w:rsidRPr="00610718">
        <w:rPr>
          <w:b/>
        </w:rPr>
        <w:t>“</w:t>
      </w:r>
      <w:r w:rsidRPr="005E4B67">
        <w:t xml:space="preserve">, </w:t>
      </w:r>
      <w:r w:rsidR="003448A4" w:rsidRPr="003448A4">
        <w:t>č.j. 27978</w:t>
      </w:r>
      <w:r w:rsidRPr="003448A4">
        <w:t>/20</w:t>
      </w:r>
      <w:r w:rsidR="003B0398" w:rsidRPr="003448A4">
        <w:t>20</w:t>
      </w:r>
      <w:r w:rsidRPr="003448A4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9AB6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E2F9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48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48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A57B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72A3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48A4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0718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E08DF4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AD6D6C7-9C4C-40EE-B125-3FBDA3E0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6</cp:revision>
  <cp:lastPrinted>2017-11-28T17:18:00Z</cp:lastPrinted>
  <dcterms:created xsi:type="dcterms:W3CDTF">2020-01-20T15:05:00Z</dcterms:created>
  <dcterms:modified xsi:type="dcterms:W3CDTF">2020-07-21T07:52:00Z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